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D7710F" w:rsidP="514C2EF8" w:rsidRDefault="00940751" w14:paraId="10CFC5F4" wp14:textId="1757E5F4">
      <w:pPr>
        <w:ind w:left="-900" w:right="-20"/>
        <w:jc w:val="left"/>
      </w:pPr>
      <w:r w:rsidR="71B58DA0">
        <w:drawing>
          <wp:inline xmlns:wp14="http://schemas.microsoft.com/office/word/2010/wordprocessingDrawing" wp14:editId="05FA6015" wp14:anchorId="78DBEE78">
            <wp:extent cx="3590925" cy="504825"/>
            <wp:effectExtent l="0" t="0" r="0" b="0"/>
            <wp:docPr id="130026709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13f95f4de244696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5909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D7710F" w:rsidP="514C2EF8" w:rsidRDefault="00940751" w14:paraId="26546EF1" wp14:textId="7E47E583">
      <w:pPr>
        <w:jc w:val="center"/>
        <w:rPr>
          <w:rFonts w:ascii="Arial" w:hAnsi="Arial"/>
          <w:b w:val="1"/>
          <w:bCs w:val="1"/>
          <w:sz w:val="24"/>
          <w:szCs w:val="24"/>
        </w:rPr>
      </w:pPr>
      <w:r w:rsidRPr="514C2EF8" w:rsidR="00D7710F">
        <w:rPr>
          <w:rFonts w:ascii="Arial" w:hAnsi="Arial"/>
          <w:b w:val="1"/>
          <w:bCs w:val="1"/>
          <w:sz w:val="24"/>
          <w:szCs w:val="24"/>
        </w:rPr>
        <w:t>INSTITUTO NACIONAL DE ANTROPOLOGÍA E HISTORIA</w:t>
      </w:r>
    </w:p>
    <w:p xmlns:wp14="http://schemas.microsoft.com/office/word/2010/wordml" w:rsidR="00D7710F" w:rsidP="514C2EF8" w:rsidRDefault="00D7710F" w14:paraId="672A6659" wp14:textId="77777777">
      <w:pPr>
        <w:ind w:hanging="993"/>
        <w:jc w:val="center"/>
        <w:rPr>
          <w:rFonts w:ascii="Arial" w:hAnsi="Arial"/>
          <w:b w:val="1"/>
          <w:bCs w:val="1"/>
          <w:sz w:val="24"/>
          <w:szCs w:val="24"/>
        </w:rPr>
      </w:pPr>
    </w:p>
    <w:p xmlns:wp14="http://schemas.microsoft.com/office/word/2010/wordml" w:rsidR="00D7710F" w:rsidP="514C2EF8" w:rsidRDefault="00D7710F" w14:paraId="535D5DE0" wp14:textId="77777777">
      <w:pPr>
        <w:ind w:hanging="993"/>
        <w:jc w:val="center"/>
        <w:outlineLvl w:val="0"/>
        <w:rPr>
          <w:rFonts w:ascii="Arial" w:hAnsi="Arial"/>
          <w:b w:val="1"/>
          <w:bCs w:val="1"/>
          <w:sz w:val="24"/>
          <w:szCs w:val="24"/>
        </w:rPr>
      </w:pP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 w:rsidRPr="514C2EF8" w:rsidR="00D7710F">
        <w:rPr>
          <w:rFonts w:ascii="Arial" w:hAnsi="Arial"/>
          <w:b w:val="1"/>
          <w:bCs w:val="1"/>
          <w:sz w:val="24"/>
          <w:szCs w:val="24"/>
        </w:rPr>
        <w:t>SOLICITUD DE FONDOS</w:t>
      </w:r>
    </w:p>
    <w:p xmlns:wp14="http://schemas.microsoft.com/office/word/2010/wordml" w:rsidR="00D7710F" w:rsidRDefault="00D7710F" w14:paraId="0A37501D" wp14:textId="77777777">
      <w:pPr>
        <w:jc w:val="both"/>
        <w:rPr>
          <w:rFonts w:ascii="Arial" w:hAnsi="Arial"/>
          <w:b/>
          <w:sz w:val="23"/>
        </w:rPr>
      </w:pPr>
    </w:p>
    <w:tbl>
      <w:tblPr>
        <w:tblW w:w="10838" w:type="dxa"/>
        <w:tblInd w:w="-92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2552"/>
        <w:gridCol w:w="5245"/>
        <w:gridCol w:w="2048"/>
      </w:tblGrid>
      <w:tr xmlns:wp14="http://schemas.microsoft.com/office/word/2010/wordml" w:rsidR="00D7710F" w:rsidTr="514C2EF8" w14:paraId="15149051" wp14:textId="77777777">
        <w:tc>
          <w:tcPr>
            <w:tcW w:w="993" w:type="dxa"/>
            <w:tcBorders>
              <w:top w:val="single" w:color="auto" w:sz="6" w:space="0"/>
            </w:tcBorders>
            <w:tcMar/>
          </w:tcPr>
          <w:p w:rsidR="00D7710F" w:rsidRDefault="00D7710F" w14:paraId="5DAB6C7B" wp14:textId="77777777">
            <w:pPr>
              <w:jc w:val="center"/>
              <w:rPr>
                <w:rFonts w:ascii="Arial" w:hAnsi="Arial"/>
                <w:sz w:val="15"/>
              </w:rPr>
            </w:pPr>
          </w:p>
          <w:p w:rsidR="00D7710F" w:rsidRDefault="00D7710F" w14:paraId="7FC4D738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NUMERO</w:t>
            </w:r>
          </w:p>
          <w:p w:rsidR="00D7710F" w:rsidRDefault="00D7710F" w14:paraId="534B865D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SOLICITUD</w:t>
            </w:r>
          </w:p>
        </w:tc>
        <w:tc>
          <w:tcPr>
            <w:tcW w:w="2552" w:type="dxa"/>
            <w:tcBorders>
              <w:top w:val="single" w:color="auto" w:sz="6" w:space="0"/>
            </w:tcBorders>
            <w:tcMar/>
          </w:tcPr>
          <w:p w:rsidR="00D7710F" w:rsidRDefault="00D7710F" w14:paraId="02EB378F" wp14:textId="77777777">
            <w:pPr>
              <w:jc w:val="center"/>
              <w:rPr>
                <w:rFonts w:ascii="Arial" w:hAnsi="Arial"/>
                <w:sz w:val="15"/>
              </w:rPr>
            </w:pPr>
          </w:p>
          <w:p w:rsidR="00D7710F" w:rsidRDefault="00D7710F" w14:paraId="31CCF302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FECHA</w:t>
            </w:r>
          </w:p>
        </w:tc>
        <w:tc>
          <w:tcPr>
            <w:tcW w:w="5245" w:type="dxa"/>
            <w:tcBorders>
              <w:top w:val="single" w:color="auto" w:sz="6" w:space="0"/>
            </w:tcBorders>
            <w:tcMar/>
          </w:tcPr>
          <w:p w:rsidR="00D7710F" w:rsidRDefault="00D7710F" w14:paraId="6A05A809" wp14:textId="77777777">
            <w:pPr>
              <w:jc w:val="center"/>
              <w:rPr>
                <w:rFonts w:ascii="Arial" w:hAnsi="Arial"/>
                <w:sz w:val="15"/>
              </w:rPr>
            </w:pPr>
          </w:p>
          <w:p w:rsidR="00D7710F" w:rsidRDefault="00D7710F" w14:paraId="0530EE82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NOMBRE DEL CENTRO DE TRABAJO</w:t>
            </w:r>
          </w:p>
        </w:tc>
        <w:tc>
          <w:tcPr>
            <w:tcW w:w="2048" w:type="dxa"/>
            <w:tcBorders>
              <w:top w:val="single" w:color="auto" w:sz="6" w:space="0"/>
            </w:tcBorders>
            <w:tcMar/>
          </w:tcPr>
          <w:p w:rsidR="00D7710F" w:rsidP="00EF6930" w:rsidRDefault="00D7710F" w14:paraId="5A39BBE3" wp14:textId="77777777">
            <w:pPr>
              <w:tabs>
                <w:tab w:val="left" w:pos="1831"/>
              </w:tabs>
              <w:ind w:right="292"/>
              <w:jc w:val="center"/>
              <w:rPr>
                <w:rFonts w:ascii="Arial" w:hAnsi="Arial"/>
                <w:sz w:val="15"/>
              </w:rPr>
            </w:pPr>
          </w:p>
          <w:p w:rsidR="00D7710F" w:rsidP="00EF6930" w:rsidRDefault="00D7710F" w14:paraId="0BC48AE1" wp14:textId="77777777">
            <w:pPr>
              <w:tabs>
                <w:tab w:val="left" w:pos="2398"/>
              </w:tabs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CLAVE DEL CENTRO</w:t>
            </w:r>
          </w:p>
        </w:tc>
      </w:tr>
      <w:tr xmlns:wp14="http://schemas.microsoft.com/office/word/2010/wordml" w:rsidR="00D7710F" w:rsidTr="514C2EF8" w14:paraId="691828F8" wp14:textId="77777777">
        <w:tc>
          <w:tcPr>
            <w:tcW w:w="993" w:type="dxa"/>
            <w:tcMar/>
          </w:tcPr>
          <w:p w:rsidR="00B81728" w:rsidP="007139A7" w:rsidRDefault="00B81728" w14:paraId="41C8F396" wp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:rsidRPr="00A711FC" w:rsidR="00FE12D4" w:rsidP="007139A7" w:rsidRDefault="00A711FC" w14:paraId="090844E6" wp14:textId="529F4A9B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514C2EF8" w:rsidR="00A711FC">
              <w:rPr>
                <w:rFonts w:ascii="Arial" w:hAnsi="Arial"/>
                <w:sz w:val="14"/>
                <w:szCs w:val="14"/>
              </w:rPr>
              <w:t>3</w:t>
            </w:r>
            <w:r w:rsidRPr="514C2EF8" w:rsidR="63E129AE">
              <w:rPr>
                <w:rFonts w:ascii="Arial" w:hAnsi="Arial"/>
                <w:sz w:val="14"/>
                <w:szCs w:val="14"/>
              </w:rPr>
              <w:t>7147</w:t>
            </w:r>
            <w:r w:rsidRPr="514C2EF8" w:rsidR="00A711FC">
              <w:rPr>
                <w:rFonts w:ascii="Arial" w:hAnsi="Arial"/>
                <w:sz w:val="14"/>
                <w:szCs w:val="14"/>
              </w:rPr>
              <w:t>-0</w:t>
            </w:r>
            <w:r w:rsidRPr="514C2EF8" w:rsidR="2533B44A">
              <w:rPr>
                <w:rFonts w:ascii="Arial" w:hAnsi="Arial"/>
                <w:sz w:val="14"/>
                <w:szCs w:val="14"/>
              </w:rPr>
              <w:t>6</w:t>
            </w:r>
            <w:r w:rsidRPr="514C2EF8" w:rsidR="00A711FC">
              <w:rPr>
                <w:rFonts w:ascii="Arial" w:hAnsi="Arial"/>
                <w:sz w:val="14"/>
                <w:szCs w:val="14"/>
              </w:rPr>
              <w:t>-2</w:t>
            </w:r>
            <w:r w:rsidRPr="514C2EF8" w:rsidR="2EA6EC9C">
              <w:rPr>
                <w:rFonts w:ascii="Arial" w:hAnsi="Arial"/>
                <w:sz w:val="14"/>
                <w:szCs w:val="14"/>
              </w:rPr>
              <w:t>4</w:t>
            </w:r>
          </w:p>
          <w:p w:rsidRPr="00863D64" w:rsidR="006D2077" w:rsidP="007139A7" w:rsidRDefault="006D2077" w14:paraId="72A3D3EC" wp14:textId="777777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552" w:type="dxa"/>
            <w:tcMar/>
          </w:tcPr>
          <w:p w:rsidR="00D7710F" w:rsidRDefault="00D7710F" w14:paraId="0D0B940D" wp14:textId="77777777">
            <w:pPr>
              <w:jc w:val="center"/>
              <w:rPr>
                <w:rFonts w:ascii="Arial" w:hAnsi="Arial"/>
                <w:sz w:val="15"/>
              </w:rPr>
            </w:pPr>
          </w:p>
          <w:p w:rsidR="00D7710F" w:rsidP="514C2EF8" w:rsidRDefault="00A711FC" w14:paraId="42017C29" wp14:textId="13D4C4CC">
            <w:pPr>
              <w:jc w:val="center"/>
              <w:rPr>
                <w:rFonts w:ascii="Arial" w:hAnsi="Arial"/>
                <w:sz w:val="15"/>
                <w:szCs w:val="15"/>
              </w:rPr>
            </w:pPr>
            <w:r w:rsidRPr="514C2EF8" w:rsidR="2EA6EC9C">
              <w:rPr>
                <w:rFonts w:ascii="Arial" w:hAnsi="Arial"/>
                <w:sz w:val="15"/>
                <w:szCs w:val="15"/>
              </w:rPr>
              <w:t>14</w:t>
            </w:r>
            <w:r w:rsidRPr="514C2EF8" w:rsidR="00A711FC">
              <w:rPr>
                <w:rFonts w:ascii="Arial" w:hAnsi="Arial"/>
                <w:sz w:val="15"/>
                <w:szCs w:val="15"/>
              </w:rPr>
              <w:t xml:space="preserve"> DE </w:t>
            </w:r>
            <w:r w:rsidRPr="514C2EF8" w:rsidR="7E9860A0">
              <w:rPr>
                <w:rFonts w:ascii="Arial" w:hAnsi="Arial"/>
                <w:sz w:val="15"/>
                <w:szCs w:val="15"/>
              </w:rPr>
              <w:t>JUNI</w:t>
            </w:r>
            <w:r w:rsidRPr="514C2EF8" w:rsidR="00A711FC">
              <w:rPr>
                <w:rFonts w:ascii="Arial" w:hAnsi="Arial"/>
                <w:sz w:val="15"/>
                <w:szCs w:val="15"/>
              </w:rPr>
              <w:t>O DE 202</w:t>
            </w:r>
            <w:r w:rsidRPr="514C2EF8" w:rsidR="4912DB97">
              <w:rPr>
                <w:rFonts w:ascii="Arial" w:hAnsi="Arial"/>
                <w:sz w:val="15"/>
                <w:szCs w:val="15"/>
              </w:rPr>
              <w:t>4</w:t>
            </w:r>
          </w:p>
        </w:tc>
        <w:tc>
          <w:tcPr>
            <w:tcW w:w="5245" w:type="dxa"/>
            <w:tcMar/>
          </w:tcPr>
          <w:p w:rsidR="00D7710F" w:rsidRDefault="00D7710F" w14:paraId="0E27B00A" wp14:textId="77777777">
            <w:pPr>
              <w:jc w:val="center"/>
              <w:rPr>
                <w:rFonts w:ascii="Arial" w:hAnsi="Arial"/>
                <w:sz w:val="18"/>
              </w:rPr>
            </w:pPr>
          </w:p>
          <w:p w:rsidR="00D7710F" w:rsidP="514C2EF8" w:rsidRDefault="00A711FC" w14:paraId="0F777EAF" wp14:textId="6B5ABE1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514C2EF8" w:rsidR="00A711FC">
              <w:rPr>
                <w:rFonts w:ascii="Arial" w:hAnsi="Arial"/>
                <w:sz w:val="18"/>
                <w:szCs w:val="18"/>
              </w:rPr>
              <w:t>C</w:t>
            </w:r>
            <w:r w:rsidRPr="514C2EF8" w:rsidR="03C3CF5A">
              <w:rPr>
                <w:rFonts w:ascii="Arial" w:hAnsi="Arial"/>
                <w:sz w:val="18"/>
                <w:szCs w:val="18"/>
              </w:rPr>
              <w:t>entro INAH Michoacán</w:t>
            </w:r>
          </w:p>
        </w:tc>
        <w:tc>
          <w:tcPr>
            <w:tcW w:w="2048" w:type="dxa"/>
            <w:tcMar/>
          </w:tcPr>
          <w:p w:rsidR="00D7710F" w:rsidRDefault="00D7710F" w14:paraId="60061E4C" wp14:textId="77777777">
            <w:pPr>
              <w:jc w:val="center"/>
              <w:rPr>
                <w:rFonts w:ascii="Arial" w:hAnsi="Arial"/>
              </w:rPr>
            </w:pPr>
          </w:p>
          <w:p w:rsidR="00D7710F" w:rsidP="003E3574" w:rsidRDefault="00A711FC" w14:paraId="5E588FDF" wp14:textId="4EFD9E58">
            <w:pPr>
              <w:jc w:val="center"/>
              <w:rPr>
                <w:rFonts w:ascii="Arial" w:hAnsi="Arial"/>
              </w:rPr>
            </w:pPr>
            <w:r w:rsidRPr="514C2EF8" w:rsidR="2B08B3C1">
              <w:rPr>
                <w:rFonts w:ascii="Arial" w:hAnsi="Arial"/>
              </w:rPr>
              <w:t>811600</w:t>
            </w:r>
          </w:p>
        </w:tc>
      </w:tr>
    </w:tbl>
    <w:p xmlns:wp14="http://schemas.microsoft.com/office/word/2010/wordml" w:rsidR="00D7710F" w:rsidRDefault="00D7710F" w14:paraId="44EAFD9C" wp14:textId="77777777">
      <w:pPr>
        <w:jc w:val="both"/>
        <w:rPr>
          <w:rFonts w:ascii="Arial" w:hAnsi="Arial"/>
          <w:sz w:val="15"/>
        </w:rPr>
      </w:pPr>
    </w:p>
    <w:tbl>
      <w:tblPr>
        <w:tblW w:w="0" w:type="auto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850"/>
        <w:gridCol w:w="1499"/>
        <w:gridCol w:w="1715"/>
        <w:gridCol w:w="4866"/>
      </w:tblGrid>
      <w:tr xmlns:wp14="http://schemas.microsoft.com/office/word/2010/wordml" w:rsidR="00D7710F" w:rsidTr="514C2EF8" w14:paraId="605CC5EE" wp14:textId="77777777">
        <w:trPr>
          <w:trHeight w:val="1186"/>
        </w:trPr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tcMar/>
          </w:tcPr>
          <w:p w:rsidR="00D7710F" w:rsidRDefault="00D7710F" w14:paraId="4B94D5A5" wp14:textId="77777777">
            <w:pPr>
              <w:ind w:left="-772"/>
              <w:jc w:val="both"/>
              <w:rPr>
                <w:rFonts w:ascii="Arial" w:hAnsi="Arial"/>
                <w:sz w:val="15"/>
              </w:rPr>
            </w:pPr>
          </w:p>
          <w:p w:rsidR="00D7710F" w:rsidP="514C2EF8" w:rsidRDefault="00D7710F" w14:paraId="2F6EAA7C" wp14:textId="47BA51D6">
            <w:pPr>
              <w:jc w:val="both"/>
              <w:rPr>
                <w:rFonts w:ascii="Arial" w:hAnsi="Arial"/>
                <w:sz w:val="15"/>
                <w:szCs w:val="15"/>
              </w:rPr>
            </w:pPr>
            <w:r w:rsidRPr="514C2EF8" w:rsidR="00D7710F">
              <w:rPr>
                <w:rFonts w:ascii="Arial" w:hAnsi="Arial"/>
                <w:sz w:val="15"/>
                <w:szCs w:val="15"/>
              </w:rPr>
              <w:t>OPERACIÓN</w:t>
            </w:r>
            <w:r w:rsidRPr="514C2EF8" w:rsidR="00D7710F">
              <w:rPr>
                <w:rFonts w:ascii="Arial" w:hAnsi="Arial"/>
                <w:sz w:val="15"/>
                <w:szCs w:val="15"/>
              </w:rPr>
              <w:t>P</w:t>
            </w:r>
          </w:p>
          <w:p w:rsidR="00D7710F" w:rsidP="6CD93225" w:rsidRDefault="00D7710F" w14:paraId="19ACA8E0" wp14:textId="03CC62C9">
            <w:pPr>
              <w:jc w:val="both"/>
              <w:rPr>
                <w:rFonts w:ascii="Arial" w:hAnsi="Arial"/>
                <w:sz w:val="15"/>
                <w:szCs w:val="15"/>
              </w:rPr>
            </w:pPr>
            <w:r w:rsidRPr="514C2EF8" w:rsidR="00D7710F">
              <w:rPr>
                <w:rFonts w:ascii="Arial" w:hAnsi="Arial"/>
                <w:sz w:val="15"/>
                <w:szCs w:val="15"/>
              </w:rPr>
              <w:t>ROYECT</w:t>
            </w:r>
            <w:r w:rsidRPr="514C2EF8" w:rsidR="705EA77E">
              <w:rPr>
                <w:rFonts w:ascii="Arial" w:hAnsi="Arial"/>
                <w:sz w:val="15"/>
                <w:szCs w:val="15"/>
              </w:rPr>
              <w:t>O</w:t>
            </w:r>
          </w:p>
          <w:p w:rsidR="00D7710F" w:rsidRDefault="00D7710F" w14:paraId="26805CE1" wp14:textId="77777777">
            <w:pPr>
              <w:jc w:val="both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TERCEROS</w:t>
            </w:r>
          </w:p>
          <w:p w:rsidR="00BB0871" w:rsidRDefault="00B01A85" w14:paraId="0A64EFB1" wp14:textId="77777777">
            <w:pPr>
              <w:jc w:val="both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 xml:space="preserve">                      </w:t>
            </w:r>
          </w:p>
        </w:tc>
        <w:tc>
          <w:tcPr>
            <w:tcW w:w="85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7710F" w:rsidRDefault="00D7710F" w14:paraId="3DEEC669" wp14:textId="77777777">
            <w:pPr>
              <w:jc w:val="center"/>
              <w:rPr>
                <w:rFonts w:ascii="Arial" w:hAnsi="Arial"/>
                <w:sz w:val="15"/>
              </w:rPr>
            </w:pPr>
          </w:p>
          <w:p w:rsidR="00D7710F" w:rsidRDefault="000558B6" w14:paraId="02C1E4F7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 xml:space="preserve">( </w:t>
            </w:r>
            <w:r w:rsidR="00ED281A">
              <w:rPr>
                <w:rFonts w:ascii="Arial" w:hAnsi="Arial"/>
                <w:sz w:val="15"/>
              </w:rPr>
              <w:t xml:space="preserve"> </w:t>
            </w:r>
            <w:r w:rsidR="00B01A85">
              <w:rPr>
                <w:rFonts w:ascii="Arial" w:hAnsi="Arial"/>
                <w:sz w:val="15"/>
              </w:rPr>
              <w:t xml:space="preserve">  </w:t>
            </w:r>
            <w:r w:rsidR="00A711FC">
              <w:rPr>
                <w:rFonts w:ascii="Arial" w:hAnsi="Arial"/>
                <w:sz w:val="15"/>
              </w:rPr>
              <w:t xml:space="preserve"> </w:t>
            </w:r>
            <w:r w:rsidR="00B253CA">
              <w:rPr>
                <w:rFonts w:ascii="Arial" w:hAnsi="Arial"/>
                <w:sz w:val="15"/>
              </w:rPr>
              <w:t xml:space="preserve">  </w:t>
            </w:r>
            <w:r w:rsidR="00D7710F">
              <w:rPr>
                <w:rFonts w:ascii="Arial" w:hAnsi="Arial"/>
                <w:sz w:val="15"/>
              </w:rPr>
              <w:t xml:space="preserve"> )</w:t>
            </w:r>
          </w:p>
          <w:p w:rsidR="00D7710F" w:rsidP="6D21ACC6" w:rsidRDefault="00D73D1D" w14:paraId="30C8DA67" wp14:textId="6BE38416">
            <w:pPr>
              <w:jc w:val="center"/>
              <w:rPr>
                <w:rFonts w:ascii="Arial" w:hAnsi="Arial"/>
                <w:sz w:val="15"/>
                <w:szCs w:val="15"/>
                <w:lang w:val="es-ES"/>
              </w:rPr>
            </w:pPr>
            <w:r w:rsidRPr="6D21ACC6" w:rsidR="43681F71">
              <w:rPr>
                <w:rFonts w:ascii="Arial" w:hAnsi="Arial"/>
                <w:sz w:val="15"/>
                <w:szCs w:val="15"/>
                <w:lang w:val="es-ES"/>
              </w:rPr>
              <w:t>( X</w:t>
            </w:r>
            <w:r w:rsidRPr="6D21ACC6" w:rsidR="00D7710F">
              <w:rPr>
                <w:rFonts w:ascii="Arial" w:hAnsi="Arial"/>
                <w:sz w:val="15"/>
                <w:szCs w:val="15"/>
                <w:lang w:val="es-ES"/>
              </w:rPr>
              <w:t xml:space="preserve"> </w:t>
            </w:r>
            <w:r w:rsidRPr="6D21ACC6" w:rsidR="4A84E92E">
              <w:rPr>
                <w:rFonts w:ascii="Arial" w:hAnsi="Arial"/>
                <w:sz w:val="15"/>
                <w:szCs w:val="15"/>
                <w:lang w:val="es-ES"/>
              </w:rPr>
              <w:t xml:space="preserve"> )</w:t>
            </w:r>
          </w:p>
          <w:p w:rsidR="00D7710F" w:rsidRDefault="00D7710F" w14:paraId="561528D7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 xml:space="preserve">(  </w:t>
            </w:r>
            <w:r w:rsidR="00B253CA">
              <w:rPr>
                <w:rFonts w:ascii="Arial" w:hAnsi="Arial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 xml:space="preserve">   )</w:t>
            </w:r>
          </w:p>
          <w:p w:rsidR="00D7710F" w:rsidRDefault="00D7710F" w14:paraId="3656B9AB" wp14:textId="77777777">
            <w:pPr>
              <w:jc w:val="center"/>
              <w:rPr>
                <w:rFonts w:ascii="Arial" w:hAnsi="Arial"/>
                <w:sz w:val="15"/>
              </w:rPr>
            </w:pPr>
          </w:p>
          <w:p w:rsidR="00B01A85" w:rsidRDefault="00B01A85" w14:paraId="45FB0818" wp14:textId="77777777">
            <w:pPr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32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00D7710F" w:rsidRDefault="00CA3971" w14:paraId="2C2B3CB4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FOLIO DEL PROYECTO</w:t>
            </w:r>
          </w:p>
          <w:p w:rsidR="00A711FC" w:rsidRDefault="00A711FC" w14:paraId="049F31CB" wp14:textId="77777777">
            <w:pPr>
              <w:jc w:val="center"/>
              <w:rPr>
                <w:rFonts w:ascii="Arial" w:hAnsi="Arial"/>
                <w:sz w:val="15"/>
              </w:rPr>
            </w:pPr>
          </w:p>
          <w:p w:rsidR="00A711FC" w:rsidP="514C2EF8" w:rsidRDefault="00A711FC" w14:paraId="5333C7F9" wp14:textId="18C1073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514C2EF8" w:rsidR="00A711FC">
              <w:rPr>
                <w:rFonts w:ascii="Arial" w:hAnsi="Arial"/>
                <w:sz w:val="18"/>
                <w:szCs w:val="18"/>
              </w:rPr>
              <w:t>3</w:t>
            </w:r>
            <w:r w:rsidRPr="514C2EF8" w:rsidR="140319EC">
              <w:rPr>
                <w:rFonts w:ascii="Arial" w:hAnsi="Arial"/>
                <w:sz w:val="18"/>
                <w:szCs w:val="18"/>
              </w:rPr>
              <w:t>7147</w:t>
            </w:r>
          </w:p>
        </w:tc>
        <w:tc>
          <w:tcPr>
            <w:tcW w:w="4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7710F" w:rsidRDefault="00D7710F" w14:paraId="4CDD1672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NOMBRE DEL PROYECTO</w:t>
            </w:r>
          </w:p>
          <w:p w:rsidR="00D7710F" w:rsidRDefault="00D7710F" w14:paraId="53128261" wp14:textId="77777777">
            <w:pPr>
              <w:jc w:val="center"/>
              <w:rPr>
                <w:rFonts w:ascii="Arial" w:hAnsi="Arial"/>
                <w:sz w:val="15"/>
              </w:rPr>
            </w:pPr>
          </w:p>
          <w:p w:rsidR="00D7710F" w:rsidP="514C2EF8" w:rsidRDefault="00A711FC" w14:paraId="22E27498" wp14:textId="03D376C3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514C2EF8" w:rsidR="00A711FC">
              <w:rPr>
                <w:rFonts w:ascii="Arial" w:hAnsi="Arial"/>
                <w:sz w:val="22"/>
                <w:szCs w:val="22"/>
              </w:rPr>
              <w:t>P</w:t>
            </w:r>
            <w:r w:rsidRPr="514C2EF8" w:rsidR="399AA924">
              <w:rPr>
                <w:rFonts w:ascii="Arial" w:hAnsi="Arial"/>
                <w:sz w:val="22"/>
                <w:szCs w:val="22"/>
              </w:rPr>
              <w:t>royecto</w:t>
            </w:r>
            <w:r w:rsidRPr="514C2EF8" w:rsidR="00A711FC">
              <w:rPr>
                <w:rFonts w:ascii="Arial" w:hAnsi="Arial"/>
                <w:sz w:val="22"/>
                <w:szCs w:val="22"/>
              </w:rPr>
              <w:t xml:space="preserve"> </w:t>
            </w:r>
            <w:r w:rsidRPr="514C2EF8" w:rsidR="7E908E83">
              <w:rPr>
                <w:rFonts w:ascii="Arial" w:hAnsi="Arial"/>
                <w:sz w:val="22"/>
                <w:szCs w:val="22"/>
              </w:rPr>
              <w:t>Tzintzuntzan</w:t>
            </w:r>
          </w:p>
        </w:tc>
      </w:tr>
      <w:tr xmlns:wp14="http://schemas.microsoft.com/office/word/2010/wordml" w:rsidR="00D7710F" w:rsidTr="514C2EF8" w14:paraId="62486C05" wp14:textId="77777777">
        <w:tc>
          <w:tcPr>
            <w:tcW w:w="1844" w:type="dxa"/>
            <w:tcMar/>
          </w:tcPr>
          <w:p w:rsidR="00D7710F" w:rsidRDefault="00D7710F" w14:paraId="4101652C" wp14:textId="77777777">
            <w:pPr>
              <w:jc w:val="both"/>
              <w:rPr>
                <w:rFonts w:ascii="Arial" w:hAnsi="Arial"/>
                <w:sz w:val="15"/>
              </w:rPr>
            </w:pPr>
          </w:p>
        </w:tc>
        <w:tc>
          <w:tcPr>
            <w:tcW w:w="850" w:type="dxa"/>
            <w:tcMar/>
          </w:tcPr>
          <w:p w:rsidR="00D7710F" w:rsidRDefault="00D7710F" w14:paraId="4B99056E" wp14:textId="77777777">
            <w:pPr>
              <w:jc w:val="both"/>
              <w:rPr>
                <w:rFonts w:ascii="Arial" w:hAnsi="Arial"/>
                <w:sz w:val="15"/>
              </w:rPr>
            </w:pPr>
          </w:p>
        </w:tc>
        <w:tc>
          <w:tcPr>
            <w:tcW w:w="3214" w:type="dxa"/>
            <w:gridSpan w:val="2"/>
            <w:tcMar/>
          </w:tcPr>
          <w:p w:rsidR="00D7710F" w:rsidRDefault="00D7710F" w14:paraId="1299C43A" wp14:textId="77777777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4866" w:type="dxa"/>
            <w:tcMar/>
          </w:tcPr>
          <w:p w:rsidR="00D7710F" w:rsidRDefault="00D7710F" w14:paraId="4DDBEF00" wp14:textId="77777777">
            <w:pPr>
              <w:jc w:val="both"/>
              <w:rPr>
                <w:rFonts w:ascii="Arial" w:hAnsi="Arial"/>
                <w:sz w:val="18"/>
              </w:rPr>
            </w:pPr>
          </w:p>
        </w:tc>
      </w:tr>
      <w:tr xmlns:wp14="http://schemas.microsoft.com/office/word/2010/wordml" w:rsidR="00D7710F" w:rsidTr="514C2EF8" w14:paraId="3461D779" wp14:textId="77777777">
        <w:trPr>
          <w:trHeight w:val="485"/>
        </w:trPr>
        <w:tc>
          <w:tcPr>
            <w:tcW w:w="1844" w:type="dxa"/>
            <w:tcMar/>
          </w:tcPr>
          <w:p w:rsidRPr="00F762EA" w:rsidR="00D7710F" w:rsidRDefault="00D7710F" w14:paraId="3CF2D8B6" wp14:textId="77777777">
            <w:pPr>
              <w:rPr>
                <w:rFonts w:ascii="Arial" w:hAnsi="Arial"/>
                <w:sz w:val="17"/>
              </w:rPr>
            </w:pPr>
          </w:p>
        </w:tc>
        <w:tc>
          <w:tcPr>
            <w:tcW w:w="2349" w:type="dxa"/>
            <w:gridSpan w:val="2"/>
            <w:tcMar/>
          </w:tcPr>
          <w:p w:rsidR="00D7710F" w:rsidRDefault="00D7710F" w14:paraId="0FB78278" wp14:textId="77777777">
            <w:pPr>
              <w:rPr>
                <w:rFonts w:ascii="Arial" w:hAnsi="Arial"/>
                <w:sz w:val="18"/>
              </w:rPr>
            </w:pPr>
          </w:p>
        </w:tc>
        <w:tc>
          <w:tcPr>
            <w:tcW w:w="6581" w:type="dxa"/>
            <w:gridSpan w:val="2"/>
            <w:tcMar/>
          </w:tcPr>
          <w:p w:rsidR="00D7710F" w:rsidRDefault="00D7710F" w14:paraId="1FC39945" wp14:textId="77777777">
            <w:pPr>
              <w:rPr>
                <w:rFonts w:ascii="Arial" w:hAnsi="Arial"/>
                <w:sz w:val="18"/>
              </w:rPr>
            </w:pPr>
          </w:p>
        </w:tc>
      </w:tr>
      <w:tr xmlns:wp14="http://schemas.microsoft.com/office/word/2010/wordml" w:rsidR="00D7710F" w:rsidTr="514C2EF8" w14:paraId="52DFEFEF" wp14:textId="77777777">
        <w:tc>
          <w:tcPr>
            <w:tcW w:w="1077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D7710F" w:rsidP="00E6233D" w:rsidRDefault="00D7710F" w14:paraId="0562CB0E" wp14:textId="77777777">
            <w:pPr>
              <w:jc w:val="center"/>
              <w:rPr>
                <w:rFonts w:ascii="Arial" w:hAnsi="Arial"/>
                <w:sz w:val="15"/>
              </w:rPr>
            </w:pPr>
          </w:p>
          <w:p w:rsidR="00D7710F" w:rsidP="514C2EF8" w:rsidRDefault="00D7710F" w14:paraId="5C636446" wp14:textId="05EB77A1">
            <w:pPr>
              <w:jc w:val="left"/>
              <w:rPr>
                <w:rFonts w:ascii="Arial" w:hAnsi="Arial"/>
                <w:sz w:val="15"/>
                <w:szCs w:val="15"/>
                <w:lang w:val="es-ES"/>
              </w:rPr>
            </w:pPr>
            <w:r w:rsidRPr="514C2EF8" w:rsidR="00D7710F">
              <w:rPr>
                <w:rFonts w:ascii="Arial" w:hAnsi="Arial"/>
                <w:sz w:val="15"/>
                <w:szCs w:val="15"/>
                <w:lang w:val="es-ES"/>
              </w:rPr>
              <w:t>A FAVOR DE:</w:t>
            </w:r>
            <w:r w:rsidRPr="514C2EF8" w:rsidR="00A711FC">
              <w:rPr>
                <w:rFonts w:ascii="Arial" w:hAnsi="Arial"/>
                <w:sz w:val="15"/>
                <w:szCs w:val="15"/>
                <w:lang w:val="es-ES"/>
              </w:rPr>
              <w:t xml:space="preserve"> </w:t>
            </w:r>
          </w:p>
          <w:p w:rsidR="00D7710F" w:rsidP="514C2EF8" w:rsidRDefault="00D7710F" w14:paraId="2ADA133B" wp14:textId="0970320B">
            <w:pPr>
              <w:jc w:val="center"/>
              <w:rPr>
                <w:rFonts w:ascii="Arial" w:hAnsi="Arial"/>
                <w:sz w:val="22"/>
                <w:szCs w:val="22"/>
                <w:lang w:val="es-ES"/>
              </w:rPr>
            </w:pPr>
            <w:r w:rsidRPr="514C2EF8" w:rsidR="0BF84C8C">
              <w:rPr>
                <w:rFonts w:ascii="Arial" w:hAnsi="Arial"/>
                <w:sz w:val="22"/>
                <w:szCs w:val="22"/>
                <w:lang w:val="es-ES"/>
              </w:rPr>
              <w:t>Edwin Oswaldo Campuzano Estrada</w:t>
            </w:r>
          </w:p>
          <w:p w:rsidR="00D7710F" w:rsidP="00E6233D" w:rsidRDefault="00D7710F" w14:paraId="34CE0A41" wp14:textId="77777777">
            <w:pPr>
              <w:jc w:val="center"/>
              <w:rPr>
                <w:rFonts w:ascii="Arial" w:hAnsi="Arial"/>
                <w:sz w:val="15"/>
              </w:rPr>
            </w:pPr>
          </w:p>
          <w:p w:rsidR="00D7710F" w:rsidP="003E3574" w:rsidRDefault="00D7710F" w14:paraId="62EBF3C5" wp14:textId="7777777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/>
                <w:sz w:val="15"/>
              </w:rPr>
            </w:pPr>
          </w:p>
        </w:tc>
      </w:tr>
      <w:tr xmlns:wp14="http://schemas.microsoft.com/office/word/2010/wordml" w:rsidR="00D7710F" w:rsidTr="514C2EF8" w14:paraId="6D98A12B" wp14:textId="77777777">
        <w:tc>
          <w:tcPr>
            <w:tcW w:w="10774" w:type="dxa"/>
            <w:gridSpan w:val="5"/>
            <w:tcMar/>
          </w:tcPr>
          <w:p w:rsidR="00D7710F" w:rsidRDefault="00D7710F" w14:paraId="2946DB82" wp14:textId="77777777">
            <w:pPr>
              <w:jc w:val="both"/>
              <w:rPr>
                <w:rFonts w:ascii="Arial" w:hAnsi="Arial"/>
                <w:sz w:val="15"/>
              </w:rPr>
            </w:pPr>
          </w:p>
        </w:tc>
      </w:tr>
    </w:tbl>
    <w:p xmlns:wp14="http://schemas.microsoft.com/office/word/2010/wordml" w:rsidR="00D7710F" w:rsidRDefault="00D7710F" w14:paraId="5D71698D" wp14:textId="77777777">
      <w:pPr>
        <w:jc w:val="center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APLICACIÓN CONTABLE Y PRESUPUESTAL</w:t>
      </w:r>
    </w:p>
    <w:p xmlns:wp14="http://schemas.microsoft.com/office/word/2010/wordml" w:rsidR="00D7710F" w:rsidRDefault="00D7710F" w14:paraId="5997CC1D" wp14:textId="77777777">
      <w:pPr>
        <w:jc w:val="both"/>
        <w:rPr>
          <w:rFonts w:ascii="Arial" w:hAnsi="Arial"/>
          <w:sz w:val="15"/>
        </w:rPr>
      </w:pPr>
    </w:p>
    <w:tbl>
      <w:tblPr>
        <w:tblW w:w="10775" w:type="dxa"/>
        <w:tblInd w:w="-92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1340"/>
        <w:gridCol w:w="1417"/>
        <w:gridCol w:w="3195"/>
        <w:gridCol w:w="255"/>
        <w:gridCol w:w="2299"/>
      </w:tblGrid>
      <w:tr xmlns:wp14="http://schemas.microsoft.com/office/word/2010/wordml" w:rsidR="00D7710F" w:rsidTr="5114438E" w14:paraId="0A0CF2DE" wp14:textId="77777777">
        <w:trPr>
          <w:trHeight w:val="258"/>
        </w:trPr>
        <w:tc>
          <w:tcPr>
            <w:tcW w:w="2269" w:type="dxa"/>
            <w:tcMar/>
          </w:tcPr>
          <w:p w:rsidR="00D7710F" w:rsidRDefault="00D7710F" w14:paraId="71726AC3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CTA. CONTABLE</w:t>
            </w:r>
          </w:p>
        </w:tc>
        <w:tc>
          <w:tcPr>
            <w:tcW w:w="1340" w:type="dxa"/>
            <w:tcMar/>
          </w:tcPr>
          <w:p w:rsidR="00D7710F" w:rsidRDefault="00D7710F" w14:paraId="453D9089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DEBE</w:t>
            </w:r>
          </w:p>
        </w:tc>
        <w:tc>
          <w:tcPr>
            <w:tcW w:w="1417" w:type="dxa"/>
            <w:tcBorders>
              <w:right w:val="double" w:color="auto" w:sz="6" w:space="0"/>
            </w:tcBorders>
            <w:tcMar/>
          </w:tcPr>
          <w:p w:rsidR="00D7710F" w:rsidRDefault="00D7710F" w14:paraId="1206A112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HABER</w:t>
            </w:r>
          </w:p>
        </w:tc>
        <w:tc>
          <w:tcPr>
            <w:tcW w:w="3450" w:type="dxa"/>
            <w:gridSpan w:val="2"/>
            <w:tcBorders>
              <w:left w:val="double" w:color="auto" w:sz="6" w:space="0"/>
            </w:tcBorders>
            <w:tcMar/>
          </w:tcPr>
          <w:p w:rsidR="00D7710F" w:rsidRDefault="00D7710F" w14:paraId="5FB026C7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PARTIDA PRESUPUESTAL</w:t>
            </w:r>
          </w:p>
        </w:tc>
        <w:tc>
          <w:tcPr>
            <w:tcW w:w="2299" w:type="dxa"/>
            <w:tcMar/>
          </w:tcPr>
          <w:p w:rsidR="00D7710F" w:rsidP="00EF6930" w:rsidRDefault="00EF6930" w14:paraId="7341ECB8" wp14:textId="77777777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 xml:space="preserve">             </w:t>
            </w:r>
            <w:r w:rsidR="00D7710F">
              <w:rPr>
                <w:rFonts w:ascii="Arial" w:hAnsi="Arial"/>
                <w:sz w:val="15"/>
              </w:rPr>
              <w:t>IMPORTE PARCIAL</w:t>
            </w:r>
          </w:p>
        </w:tc>
      </w:tr>
      <w:tr xmlns:wp14="http://schemas.microsoft.com/office/word/2010/wordml" w:rsidR="00D7710F" w:rsidTr="5114438E" w14:paraId="742C0D4E" wp14:textId="77777777">
        <w:tc>
          <w:tcPr>
            <w:tcW w:w="2269" w:type="dxa"/>
            <w:tcMar/>
          </w:tcPr>
          <w:p w:rsidRPr="00E6233D" w:rsidR="00D7710F" w:rsidRDefault="00D7710F" w14:paraId="110FFD37" wp14:textId="77777777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  <w:p w:rsidRPr="00E6233D" w:rsidR="00664BEA" w:rsidP="00C45DD0" w:rsidRDefault="00664BEA" w14:paraId="6B699379" wp14:textId="77777777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  <w:p w:rsidRPr="00E6233D" w:rsidR="00664BEA" w:rsidP="00C45DD0" w:rsidRDefault="00664BEA" w14:paraId="3FE9F23F" wp14:textId="77777777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  <w:p w:rsidRPr="00E6233D" w:rsidR="004961C6" w:rsidP="00C45DD0" w:rsidRDefault="004961C6" w14:paraId="1F72F646" wp14:textId="77777777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  <w:p w:rsidRPr="00E6233D" w:rsidR="00664BEA" w:rsidP="00C45DD0" w:rsidRDefault="00664BEA" w14:paraId="08CE6F91" wp14:textId="77777777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40" w:type="dxa"/>
            <w:tcMar/>
          </w:tcPr>
          <w:p w:rsidRPr="00E6233D" w:rsidR="00664BEA" w:rsidP="009F5EFF" w:rsidRDefault="00664BEA" w14:paraId="61CDCEAD" wp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double" w:color="auto" w:sz="6" w:space="0"/>
            </w:tcBorders>
            <w:tcMar/>
          </w:tcPr>
          <w:p w:rsidRPr="00E6233D" w:rsidR="00F45035" w:rsidP="00356495" w:rsidRDefault="00F45035" w14:paraId="6BB9E253" wp14:textId="7777777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95" w:type="dxa"/>
            <w:tcBorders>
              <w:left w:val="double" w:color="auto" w:sz="6" w:space="0"/>
            </w:tcBorders>
            <w:tcMar/>
          </w:tcPr>
          <w:p w:rsidRPr="00E6233D" w:rsidR="00D7710F" w:rsidP="00A711FC" w:rsidRDefault="00A711FC" w14:paraId="23C55A6B" wp14:textId="2B755251">
            <w:pPr>
              <w:rPr>
                <w:rFonts w:ascii="Arial" w:hAnsi="Arial"/>
                <w:sz w:val="18"/>
                <w:szCs w:val="18"/>
              </w:rPr>
            </w:pPr>
            <w:r w:rsidRPr="514C2EF8" w:rsidR="2DAA7B27">
              <w:rPr>
                <w:rFonts w:ascii="Arial" w:hAnsi="Arial"/>
                <w:sz w:val="18"/>
                <w:szCs w:val="18"/>
              </w:rPr>
              <w:t>33901</w:t>
            </w:r>
          </w:p>
          <w:p w:rsidRPr="00E6233D" w:rsidR="00FF40D5" w:rsidP="00D101D8" w:rsidRDefault="00FF40D5" w14:paraId="23DE523C" wp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54" w:type="dxa"/>
            <w:gridSpan w:val="2"/>
            <w:tcMar/>
          </w:tcPr>
          <w:p w:rsidRPr="00E6233D" w:rsidR="00D7710F" w:rsidRDefault="00A711FC" w14:paraId="366686EC" wp14:textId="2E506835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514C2EF8" w:rsidR="2DAA7B27">
              <w:rPr>
                <w:rFonts w:ascii="Arial" w:hAnsi="Arial"/>
                <w:sz w:val="18"/>
                <w:szCs w:val="18"/>
              </w:rPr>
              <w:t>26</w:t>
            </w:r>
            <w:r w:rsidRPr="514C2EF8" w:rsidR="00A711FC">
              <w:rPr>
                <w:rFonts w:ascii="Arial" w:hAnsi="Arial"/>
                <w:sz w:val="18"/>
                <w:szCs w:val="18"/>
              </w:rPr>
              <w:t>,</w:t>
            </w:r>
            <w:r w:rsidRPr="514C2EF8" w:rsidR="0F0F3E2E">
              <w:rPr>
                <w:rFonts w:ascii="Arial" w:hAnsi="Arial"/>
                <w:sz w:val="18"/>
                <w:szCs w:val="18"/>
              </w:rPr>
              <w:t>35</w:t>
            </w:r>
            <w:r w:rsidRPr="514C2EF8" w:rsidR="00A711FC">
              <w:rPr>
                <w:rFonts w:ascii="Arial" w:hAnsi="Arial"/>
                <w:sz w:val="18"/>
                <w:szCs w:val="18"/>
              </w:rPr>
              <w:t>0.00</w:t>
            </w:r>
          </w:p>
          <w:p w:rsidRPr="00E6233D" w:rsidR="00DF0FDB" w:rsidP="00FF40D5" w:rsidRDefault="00DF0FDB" w14:paraId="52E56223" wp14:textId="7777777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Pr="00E6233D" w:rsidR="00D7710F" w:rsidP="00FF40D5" w:rsidRDefault="00D7710F" w14:paraId="07547A01" wp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:rsidRPr="00E6233D" w:rsidR="00D7710F" w:rsidP="00FF40D5" w:rsidRDefault="00D7710F" w14:paraId="5043CB0F" wp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:rsidRPr="00E6233D" w:rsidR="00D7710F" w:rsidRDefault="00D7710F" w14:paraId="3B714235" wp14:textId="77777777">
            <w:pPr>
              <w:rPr>
                <w:rFonts w:ascii="Arial" w:hAnsi="Arial"/>
                <w:sz w:val="18"/>
                <w:szCs w:val="18"/>
              </w:rPr>
            </w:pPr>
            <w:r w:rsidRPr="00E6233D">
              <w:rPr>
                <w:rFonts w:ascii="Arial" w:hAnsi="Arial"/>
                <w:sz w:val="18"/>
                <w:szCs w:val="18"/>
              </w:rPr>
              <w:t xml:space="preserve">                        </w:t>
            </w:r>
          </w:p>
        </w:tc>
      </w:tr>
      <w:tr xmlns:wp14="http://schemas.microsoft.com/office/word/2010/wordml" w:rsidR="00D7710F" w:rsidTr="5114438E" w14:paraId="07459315" wp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5"/>
        </w:trPr>
        <w:tc>
          <w:tcPr>
            <w:tcW w:w="10775" w:type="dxa"/>
            <w:gridSpan w:val="6"/>
            <w:tcBorders>
              <w:top w:val="single" w:color="auto" w:sz="6" w:space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</w:tcPr>
          <w:p w:rsidR="00D7710F" w:rsidRDefault="00D7710F" w14:paraId="6537F28F" wp14:textId="77777777">
            <w:pPr>
              <w:jc w:val="both"/>
              <w:rPr>
                <w:rFonts w:ascii="Arial" w:hAnsi="Arial"/>
                <w:sz w:val="15"/>
              </w:rPr>
            </w:pPr>
          </w:p>
        </w:tc>
      </w:tr>
      <w:tr xmlns:wp14="http://schemas.microsoft.com/office/word/2010/wordml" w:rsidR="00D7710F" w:rsidTr="5114438E" w14:paraId="0130C195" wp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0775" w:type="dxa"/>
            <w:gridSpan w:val="6"/>
            <w:tcBorders>
              <w:top w:val="single" w:color="000000" w:themeColor="text1" w:sz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</w:tcPr>
          <w:p w:rsidR="00D7710F" w:rsidP="514C2EF8" w:rsidRDefault="00CB486F" w14:paraId="161C1CE2" wp14:textId="29E01189">
            <w:pPr>
              <w:jc w:val="both"/>
              <w:rPr>
                <w:rFonts w:ascii="Arial" w:hAnsi="Arial"/>
                <w:b w:val="1"/>
                <w:bCs w:val="1"/>
                <w:sz w:val="18"/>
                <w:szCs w:val="18"/>
              </w:rPr>
            </w:pPr>
            <w:r w:rsidRPr="514C2EF8" w:rsidR="61B94D22">
              <w:rPr>
                <w:rFonts w:ascii="Calibri" w:hAnsi="Calibri"/>
                <w:b w:val="1"/>
                <w:bCs w:val="1"/>
                <w:sz w:val="16"/>
                <w:szCs w:val="16"/>
              </w:rPr>
              <w:t>TOTAL,</w:t>
            </w:r>
            <w:r w:rsidRPr="514C2EF8" w:rsidR="7BD59049">
              <w:rPr>
                <w:rFonts w:ascii="Calibri" w:hAnsi="Calibri"/>
                <w:b w:val="1"/>
                <w:bCs w:val="1"/>
                <w:sz w:val="16"/>
                <w:szCs w:val="16"/>
              </w:rPr>
              <w:t xml:space="preserve"> SOLICITADO CON LETRA:</w:t>
            </w:r>
            <w:r w:rsidRPr="514C2EF8" w:rsidR="2BE9008E">
              <w:rPr>
                <w:rFonts w:ascii="Calibri" w:hAnsi="Calibri"/>
                <w:b w:val="1"/>
                <w:bCs w:val="1"/>
                <w:sz w:val="16"/>
                <w:szCs w:val="16"/>
              </w:rPr>
              <w:t xml:space="preserve">     </w:t>
            </w:r>
            <w:r w:rsidRPr="514C2EF8" w:rsidR="2BE9008E">
              <w:rPr>
                <w:rFonts w:ascii="Arial" w:hAnsi="Arial"/>
                <w:b w:val="1"/>
                <w:bCs w:val="1"/>
              </w:rPr>
              <w:t xml:space="preserve">  </w:t>
            </w:r>
            <w:r w:rsidRPr="514C2EF8" w:rsidR="2BE9008E">
              <w:rPr>
                <w:rFonts w:ascii="Arial" w:hAnsi="Arial"/>
                <w:b w:val="1"/>
                <w:bCs w:val="1"/>
                <w:sz w:val="18"/>
                <w:szCs w:val="18"/>
              </w:rPr>
              <w:t xml:space="preserve"> </w:t>
            </w:r>
            <w:r w:rsidRPr="514C2EF8" w:rsidR="00E58E0D">
              <w:rPr>
                <w:rFonts w:ascii="Arial" w:hAnsi="Arial"/>
                <w:b w:val="1"/>
                <w:bCs w:val="1"/>
                <w:sz w:val="18"/>
                <w:szCs w:val="18"/>
              </w:rPr>
              <w:t>$</w:t>
            </w:r>
            <w:r w:rsidRPr="514C2EF8" w:rsidR="1D57C148">
              <w:rPr>
                <w:rFonts w:ascii="Arial" w:hAnsi="Arial"/>
                <w:b w:val="1"/>
                <w:bCs w:val="1"/>
                <w:sz w:val="18"/>
                <w:szCs w:val="18"/>
              </w:rPr>
              <w:t>26</w:t>
            </w:r>
            <w:r w:rsidRPr="514C2EF8" w:rsidR="00E58E0D">
              <w:rPr>
                <w:rFonts w:ascii="Arial" w:hAnsi="Arial"/>
                <w:b w:val="1"/>
                <w:bCs w:val="1"/>
                <w:sz w:val="18"/>
                <w:szCs w:val="18"/>
              </w:rPr>
              <w:t>,</w:t>
            </w:r>
            <w:r w:rsidRPr="514C2EF8" w:rsidR="18801B9F">
              <w:rPr>
                <w:rFonts w:ascii="Arial" w:hAnsi="Arial"/>
                <w:b w:val="1"/>
                <w:bCs w:val="1"/>
                <w:sz w:val="18"/>
                <w:szCs w:val="18"/>
              </w:rPr>
              <w:t>350</w:t>
            </w:r>
            <w:r w:rsidRPr="514C2EF8" w:rsidR="00E58E0D">
              <w:rPr>
                <w:rFonts w:ascii="Arial" w:hAnsi="Arial"/>
                <w:b w:val="1"/>
                <w:bCs w:val="1"/>
                <w:sz w:val="18"/>
                <w:szCs w:val="18"/>
              </w:rPr>
              <w:t>.00</w:t>
            </w:r>
            <w:r w:rsidRPr="514C2EF8" w:rsidR="00A711FC">
              <w:rPr>
                <w:rFonts w:ascii="Arial" w:hAnsi="Arial"/>
                <w:b w:val="1"/>
                <w:bCs w:val="1"/>
                <w:sz w:val="18"/>
                <w:szCs w:val="18"/>
              </w:rPr>
              <w:t xml:space="preserve"> (</w:t>
            </w:r>
            <w:r w:rsidRPr="514C2EF8" w:rsidR="015DC96F">
              <w:rPr>
                <w:rFonts w:ascii="Arial" w:hAnsi="Arial"/>
                <w:b w:val="1"/>
                <w:bCs w:val="1"/>
                <w:sz w:val="18"/>
                <w:szCs w:val="18"/>
              </w:rPr>
              <w:t>VEINTISEIS</w:t>
            </w:r>
            <w:r w:rsidRPr="514C2EF8" w:rsidR="00A711FC">
              <w:rPr>
                <w:rFonts w:ascii="Arial" w:hAnsi="Arial"/>
                <w:b w:val="1"/>
                <w:bCs w:val="1"/>
                <w:sz w:val="18"/>
                <w:szCs w:val="18"/>
              </w:rPr>
              <w:t xml:space="preserve"> MIL </w:t>
            </w:r>
            <w:r w:rsidRPr="514C2EF8" w:rsidR="44889240">
              <w:rPr>
                <w:rFonts w:ascii="Arial" w:hAnsi="Arial"/>
                <w:b w:val="1"/>
                <w:bCs w:val="1"/>
                <w:sz w:val="18"/>
                <w:szCs w:val="18"/>
              </w:rPr>
              <w:t>TRESCIENTOS CINCUENTA</w:t>
            </w:r>
            <w:r w:rsidRPr="514C2EF8" w:rsidR="00A711FC">
              <w:rPr>
                <w:rFonts w:ascii="Arial" w:hAnsi="Arial"/>
                <w:b w:val="1"/>
                <w:bCs w:val="1"/>
                <w:sz w:val="18"/>
                <w:szCs w:val="18"/>
              </w:rPr>
              <w:t>PESOS 00/100 M.N.)</w:t>
            </w:r>
            <w:r w:rsidRPr="514C2EF8" w:rsidR="1FEBF6E3">
              <w:rPr>
                <w:rFonts w:ascii="Arial" w:hAnsi="Arial"/>
                <w:b w:val="1"/>
                <w:bCs w:val="1"/>
                <w:sz w:val="18"/>
                <w:szCs w:val="18"/>
              </w:rPr>
              <w:t xml:space="preserve">               </w:t>
            </w:r>
          </w:p>
          <w:p w:rsidR="00D7710F" w:rsidRDefault="00D7710F" w14:paraId="6DFB9E20" wp14:textId="77777777">
            <w:pPr>
              <w:jc w:val="both"/>
              <w:rPr>
                <w:rFonts w:ascii="Arial" w:hAnsi="Arial"/>
                <w:sz w:val="15"/>
              </w:rPr>
            </w:pPr>
          </w:p>
        </w:tc>
      </w:tr>
      <w:tr xmlns:wp14="http://schemas.microsoft.com/office/word/2010/wordml" w:rsidR="00D7710F" w:rsidTr="5114438E" w14:paraId="70DF9E56" wp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0775" w:type="dxa"/>
            <w:gridSpan w:val="6"/>
            <w:tcBorders>
              <w:top w:val="single" w:color="000000" w:themeColor="text1" w:sz="0"/>
              <w:left w:val="single" w:color="auto" w:sz="6" w:space="0"/>
              <w:bottom w:val="single" w:color="000000" w:themeColor="text1" w:sz="0"/>
              <w:right w:val="single" w:color="auto" w:sz="6" w:space="0"/>
            </w:tcBorders>
            <w:tcMar/>
          </w:tcPr>
          <w:p w:rsidR="00C45DD0" w:rsidRDefault="00C45DD0" w14:paraId="44E871BC" wp14:textId="77777777">
            <w:pPr>
              <w:jc w:val="both"/>
              <w:rPr>
                <w:rFonts w:ascii="Arial" w:hAnsi="Arial"/>
                <w:sz w:val="15"/>
              </w:rPr>
            </w:pPr>
          </w:p>
        </w:tc>
      </w:tr>
      <w:tr xmlns:wp14="http://schemas.microsoft.com/office/word/2010/wordml" w:rsidR="00C45DD0" w:rsidTr="5114438E" w14:paraId="144A5D23" wp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79"/>
        </w:trPr>
        <w:tc>
          <w:tcPr>
            <w:tcW w:w="10775" w:type="dxa"/>
            <w:gridSpan w:val="6"/>
            <w:tcBorders>
              <w:top w:val="single" w:color="000000" w:themeColor="text1" w:sz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="00C45DD0" w:rsidRDefault="00C45DD0" w14:paraId="738610EB" wp14:textId="77777777">
            <w:pPr>
              <w:jc w:val="both"/>
              <w:rPr>
                <w:rFonts w:ascii="Arial" w:hAnsi="Arial"/>
                <w:sz w:val="15"/>
              </w:rPr>
            </w:pPr>
          </w:p>
        </w:tc>
      </w:tr>
    </w:tbl>
    <w:p xmlns:wp14="http://schemas.microsoft.com/office/word/2010/wordml" w:rsidR="00D7710F" w:rsidRDefault="00D7710F" w14:paraId="637805D2" wp14:textId="77777777">
      <w:pPr>
        <w:jc w:val="both"/>
        <w:rPr>
          <w:rFonts w:ascii="Arial" w:hAnsi="Arial"/>
          <w:sz w:val="15"/>
        </w:rPr>
      </w:pPr>
    </w:p>
    <w:tbl>
      <w:tblPr>
        <w:tblW w:w="0" w:type="auto"/>
        <w:tblInd w:w="-92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xmlns:wp14="http://schemas.microsoft.com/office/word/2010/wordml" w:rsidR="00D7710F" w:rsidTr="514C2EF8" w14:paraId="19C94ABA" wp14:textId="77777777">
        <w:tc>
          <w:tcPr>
            <w:tcW w:w="10774" w:type="dxa"/>
            <w:tcMar/>
          </w:tcPr>
          <w:p w:rsidR="00DF0FDB" w:rsidP="00BC7339" w:rsidRDefault="00E144A0" w14:paraId="301F5C5B" wp14:textId="7777777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OBSERVACIONES: </w:t>
            </w:r>
          </w:p>
          <w:p w:rsidR="00BB0871" w:rsidP="00BC7339" w:rsidRDefault="00BB0871" w14:paraId="463F29E8" wp14:textId="77777777">
            <w:pPr>
              <w:jc w:val="both"/>
              <w:rPr>
                <w:rFonts w:ascii="Arial" w:hAnsi="Arial"/>
              </w:rPr>
            </w:pPr>
          </w:p>
          <w:p w:rsidRPr="00016819" w:rsidR="00DF0FDB" w:rsidP="00A711FC" w:rsidRDefault="00A711FC" w14:paraId="05F9924A" wp14:textId="62B070C1">
            <w:pPr>
              <w:jc w:val="center"/>
              <w:rPr>
                <w:rFonts w:ascii="Calibri" w:hAnsi="Calibri"/>
              </w:rPr>
            </w:pPr>
            <w:r w:rsidRPr="514C2EF8" w:rsidR="00A711FC">
              <w:rPr>
                <w:rFonts w:ascii="Calibri" w:hAnsi="Calibri"/>
              </w:rPr>
              <w:t>MINISTRACIÓN CORRESPONDIENTE AL PAGO DEL MES DE</w:t>
            </w:r>
            <w:r w:rsidRPr="514C2EF8" w:rsidR="00CA3971">
              <w:rPr>
                <w:rFonts w:ascii="Calibri" w:hAnsi="Calibri"/>
              </w:rPr>
              <w:t xml:space="preserve"> </w:t>
            </w:r>
            <w:r w:rsidRPr="514C2EF8" w:rsidR="3E4C033A">
              <w:rPr>
                <w:rFonts w:ascii="Calibri" w:hAnsi="Calibri"/>
              </w:rPr>
              <w:t>JUNIO</w:t>
            </w:r>
          </w:p>
          <w:p w:rsidRPr="00037809" w:rsidR="004870C5" w:rsidP="00F97D3B" w:rsidRDefault="004870C5" w14:paraId="3B7B4B86" wp14:textId="77777777">
            <w:pPr>
              <w:jc w:val="both"/>
              <w:rPr>
                <w:rFonts w:ascii="Arial" w:hAnsi="Arial"/>
              </w:rPr>
            </w:pPr>
          </w:p>
        </w:tc>
      </w:tr>
      <w:tr xmlns:wp14="http://schemas.microsoft.com/office/word/2010/wordml" w:rsidR="00D7710F" w:rsidTr="514C2EF8" w14:paraId="0D60B839" wp14:textId="77777777">
        <w:tc>
          <w:tcPr>
            <w:tcW w:w="10774" w:type="dxa"/>
            <w:tcMar/>
          </w:tcPr>
          <w:p w:rsidRPr="00016819" w:rsidR="00D7710F" w:rsidRDefault="00014735" w14:paraId="2DA81F84" wp14:textId="77777777">
            <w:pPr>
              <w:rPr>
                <w:rFonts w:ascii="Calibri" w:hAnsi="Calibri"/>
                <w:b/>
              </w:rPr>
            </w:pPr>
            <w:r>
              <w:rPr>
                <w:rFonts w:ascii="Arial" w:hAnsi="Arial"/>
                <w:sz w:val="24"/>
              </w:rPr>
              <w:t xml:space="preserve">                                                                                                      </w:t>
            </w:r>
          </w:p>
        </w:tc>
      </w:tr>
      <w:tr xmlns:wp14="http://schemas.microsoft.com/office/word/2010/wordml" w:rsidR="004C33D4" w:rsidTr="514C2EF8" w14:paraId="3A0FF5F2" wp14:textId="77777777">
        <w:trPr>
          <w:trHeight w:val="534"/>
        </w:trPr>
        <w:tc>
          <w:tcPr>
            <w:tcW w:w="10774" w:type="dxa"/>
            <w:tcMar/>
          </w:tcPr>
          <w:p w:rsidR="004C33D4" w:rsidRDefault="004C33D4" w14:paraId="5630AD66" wp14:textId="77777777">
            <w:pPr>
              <w:rPr>
                <w:rFonts w:ascii="Arial" w:hAnsi="Arial"/>
                <w:sz w:val="24"/>
              </w:rPr>
            </w:pPr>
          </w:p>
        </w:tc>
      </w:tr>
    </w:tbl>
    <w:p xmlns:wp14="http://schemas.microsoft.com/office/word/2010/wordml" w:rsidR="00D7710F" w:rsidRDefault="00D7710F" w14:paraId="61829076" wp14:textId="77777777">
      <w:pPr>
        <w:jc w:val="both"/>
        <w:rPr>
          <w:rFonts w:ascii="Arial" w:hAnsi="Arial"/>
          <w:sz w:val="15"/>
        </w:rPr>
      </w:pPr>
    </w:p>
    <w:tbl>
      <w:tblPr>
        <w:tblW w:w="0" w:type="auto"/>
        <w:tblInd w:w="-92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7"/>
      </w:tblGrid>
      <w:tr xmlns:wp14="http://schemas.microsoft.com/office/word/2010/wordml" w:rsidR="00D73D1D" w:rsidTr="514C2EF8" w14:paraId="3A247F7F" wp14:textId="77777777">
        <w:tc>
          <w:tcPr>
            <w:tcW w:w="3687" w:type="dxa"/>
            <w:tcMar/>
          </w:tcPr>
          <w:p w:rsidR="00D73D1D" w:rsidRDefault="00D73D1D" w14:paraId="0D9EA0AA" wp14:textId="77777777">
            <w:pPr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NOMBRE Y FIRMA DEL TITULAR DEL ÁREA</w:t>
            </w:r>
          </w:p>
        </w:tc>
      </w:tr>
      <w:tr xmlns:wp14="http://schemas.microsoft.com/office/word/2010/wordml" w:rsidR="00D73D1D" w:rsidTr="514C2EF8" w14:paraId="29D6B04F" wp14:textId="77777777">
        <w:trPr>
          <w:trHeight w:val="1582"/>
        </w:trPr>
        <w:tc>
          <w:tcPr>
            <w:tcW w:w="3687" w:type="dxa"/>
            <w:tcMar/>
          </w:tcPr>
          <w:p w:rsidR="00D73D1D" w:rsidP="514C2EF8" w:rsidRDefault="00D73D1D" w14:paraId="2BA226A1" wp14:textId="77777777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  <w:p w:rsidR="00D73D1D" w:rsidP="514C2EF8" w:rsidRDefault="00D73D1D" w14:paraId="17AD93B2" wp14:textId="77777777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  <w:p w:rsidR="00D73D1D" w:rsidP="514C2EF8" w:rsidRDefault="00D73D1D" w14:paraId="0DE4B5B7" wp14:textId="77777777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  <w:p w:rsidR="00D73D1D" w:rsidP="514C2EF8" w:rsidRDefault="00D73D1D" w14:paraId="66204FF1" wp14:textId="77777777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  <w:p w:rsidR="00D73D1D" w:rsidP="514C2EF8" w:rsidRDefault="00D73D1D" w14:paraId="2DBF0D7D" wp14:textId="77777777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  <w:p w:rsidR="00D73D1D" w:rsidP="514C2EF8" w:rsidRDefault="00D73D1D" w14:paraId="6B62F1B3" wp14:textId="77777777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  <w:p w:rsidRPr="00037809" w:rsidR="00D73D1D" w:rsidP="514C2EF8" w:rsidRDefault="00D73D1D" w14:paraId="0A6959E7" wp14:textId="3C31163F">
            <w:pPr>
              <w:rPr>
                <w:rFonts w:ascii="Arial" w:hAnsi="Arial"/>
                <w:b w:val="1"/>
                <w:bCs w:val="1"/>
                <w:sz w:val="16"/>
                <w:szCs w:val="16"/>
              </w:rPr>
            </w:pPr>
            <w:r w:rsidRPr="514C2EF8" w:rsidR="3B6D13FB">
              <w:rPr>
                <w:rFonts w:ascii="Arial" w:hAnsi="Arial"/>
                <w:sz w:val="16"/>
                <w:szCs w:val="16"/>
              </w:rPr>
              <w:t xml:space="preserve"> </w:t>
            </w:r>
            <w:r w:rsidRPr="514C2EF8" w:rsidR="0E0F7778">
              <w:rPr>
                <w:rFonts w:ascii="Arial" w:hAnsi="Arial"/>
                <w:sz w:val="16"/>
                <w:szCs w:val="16"/>
              </w:rPr>
              <w:t>MARCO ANTONIO RODRIGUEZ ESPINOSA</w:t>
            </w:r>
          </w:p>
        </w:tc>
      </w:tr>
    </w:tbl>
    <w:p xmlns:wp14="http://schemas.microsoft.com/office/word/2010/wordml" w:rsidR="00D7710F" w:rsidP="00037809" w:rsidRDefault="00D7710F" w14:paraId="02F2C34E" wp14:textId="77777777">
      <w:pPr>
        <w:jc w:val="both"/>
      </w:pPr>
    </w:p>
    <w:p w:rsidR="514C2EF8" w:rsidP="514C2EF8" w:rsidRDefault="514C2EF8" w14:paraId="6A8B18D6" w14:textId="5172985E">
      <w:pPr>
        <w:pStyle w:val="Normal"/>
        <w:jc w:val="both"/>
      </w:pPr>
    </w:p>
    <w:p w:rsidR="514C2EF8" w:rsidP="514C2EF8" w:rsidRDefault="514C2EF8" w14:paraId="7AB280CE" w14:textId="3A2C5B43">
      <w:pPr>
        <w:pStyle w:val="Normal"/>
        <w:jc w:val="both"/>
      </w:pPr>
    </w:p>
    <w:sectPr w:rsidR="00D7710F">
      <w:pgSz w:w="12240" w:h="15840" w:orient="portrait"/>
      <w:pgMar w:top="426" w:right="1701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A9260E" w:rsidRDefault="00A9260E" w14:paraId="680A4E5D" wp14:textId="77777777">
      <w:r>
        <w:separator/>
      </w:r>
    </w:p>
  </w:endnote>
  <w:endnote w:type="continuationSeparator" w:id="0">
    <w:p xmlns:wp14="http://schemas.microsoft.com/office/word/2010/wordml" w:rsidR="00A9260E" w:rsidRDefault="00A9260E" w14:paraId="1921983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A9260E" w:rsidRDefault="00A9260E" w14:paraId="296FEF7D" wp14:textId="77777777">
      <w:r>
        <w:separator/>
      </w:r>
    </w:p>
  </w:footnote>
  <w:footnote w:type="continuationSeparator" w:id="0">
    <w:p xmlns:wp14="http://schemas.microsoft.com/office/word/2010/wordml" w:rsidR="00A9260E" w:rsidRDefault="00A9260E" w14:paraId="7194DBDC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90B1B"/>
    <w:multiLevelType w:val="singleLevel"/>
    <w:tmpl w:val="9ECEDB0A"/>
    <w:lvl w:ilvl="0">
      <w:start w:val="370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embedSystemFonts/>
  <w:activeWritingStyle w:lang="es-ES_tradnl" w:vendorID="64" w:dllVersion="131078" w:nlCheck="1" w:checkStyle="0" w:appName="MSWord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DC2"/>
    <w:rsid w:val="00000EF8"/>
    <w:rsid w:val="000020F6"/>
    <w:rsid w:val="00010FBD"/>
    <w:rsid w:val="000114F8"/>
    <w:rsid w:val="00014735"/>
    <w:rsid w:val="00014BFC"/>
    <w:rsid w:val="00016819"/>
    <w:rsid w:val="00016B6E"/>
    <w:rsid w:val="00016FBE"/>
    <w:rsid w:val="00022047"/>
    <w:rsid w:val="00037809"/>
    <w:rsid w:val="00041F64"/>
    <w:rsid w:val="0004362F"/>
    <w:rsid w:val="00044DFF"/>
    <w:rsid w:val="000521BD"/>
    <w:rsid w:val="000558B6"/>
    <w:rsid w:val="000625D8"/>
    <w:rsid w:val="000628AF"/>
    <w:rsid w:val="00070F44"/>
    <w:rsid w:val="00097D4F"/>
    <w:rsid w:val="000B37DC"/>
    <w:rsid w:val="000B507E"/>
    <w:rsid w:val="000B72E2"/>
    <w:rsid w:val="000C5347"/>
    <w:rsid w:val="000D1190"/>
    <w:rsid w:val="000E5EC7"/>
    <w:rsid w:val="000E6318"/>
    <w:rsid w:val="000F039F"/>
    <w:rsid w:val="000F0F1B"/>
    <w:rsid w:val="000F1066"/>
    <w:rsid w:val="000F2FC4"/>
    <w:rsid w:val="000F4FCF"/>
    <w:rsid w:val="00101476"/>
    <w:rsid w:val="001033C5"/>
    <w:rsid w:val="00104864"/>
    <w:rsid w:val="0011162D"/>
    <w:rsid w:val="00111CEA"/>
    <w:rsid w:val="00115F05"/>
    <w:rsid w:val="00137886"/>
    <w:rsid w:val="00143FE1"/>
    <w:rsid w:val="00144373"/>
    <w:rsid w:val="001453B5"/>
    <w:rsid w:val="0015267C"/>
    <w:rsid w:val="00153291"/>
    <w:rsid w:val="0015619E"/>
    <w:rsid w:val="00162A06"/>
    <w:rsid w:val="001659A6"/>
    <w:rsid w:val="001659C0"/>
    <w:rsid w:val="00173953"/>
    <w:rsid w:val="00176247"/>
    <w:rsid w:val="00190C62"/>
    <w:rsid w:val="00191EBE"/>
    <w:rsid w:val="00192A15"/>
    <w:rsid w:val="00194B5F"/>
    <w:rsid w:val="001A31DC"/>
    <w:rsid w:val="001A4584"/>
    <w:rsid w:val="001A54AF"/>
    <w:rsid w:val="001A74C7"/>
    <w:rsid w:val="001B21A2"/>
    <w:rsid w:val="001B6815"/>
    <w:rsid w:val="001D537F"/>
    <w:rsid w:val="001E3D03"/>
    <w:rsid w:val="001E494A"/>
    <w:rsid w:val="001E53D2"/>
    <w:rsid w:val="001E53DC"/>
    <w:rsid w:val="001F5554"/>
    <w:rsid w:val="00203A32"/>
    <w:rsid w:val="00214320"/>
    <w:rsid w:val="002207DD"/>
    <w:rsid w:val="00222F68"/>
    <w:rsid w:val="002236DC"/>
    <w:rsid w:val="00231336"/>
    <w:rsid w:val="00232269"/>
    <w:rsid w:val="002331FA"/>
    <w:rsid w:val="00235BF2"/>
    <w:rsid w:val="00253F3E"/>
    <w:rsid w:val="002540BD"/>
    <w:rsid w:val="0025689C"/>
    <w:rsid w:val="00262A18"/>
    <w:rsid w:val="00273CDF"/>
    <w:rsid w:val="002760F7"/>
    <w:rsid w:val="002809D5"/>
    <w:rsid w:val="00281AF2"/>
    <w:rsid w:val="00282491"/>
    <w:rsid w:val="002A1D96"/>
    <w:rsid w:val="002B28B6"/>
    <w:rsid w:val="002B4C61"/>
    <w:rsid w:val="002C0299"/>
    <w:rsid w:val="002C1A1F"/>
    <w:rsid w:val="002C416B"/>
    <w:rsid w:val="002D2ABE"/>
    <w:rsid w:val="002D4115"/>
    <w:rsid w:val="002E0865"/>
    <w:rsid w:val="002E597B"/>
    <w:rsid w:val="002E5C74"/>
    <w:rsid w:val="002F02BA"/>
    <w:rsid w:val="002F30B3"/>
    <w:rsid w:val="00303A3C"/>
    <w:rsid w:val="00305652"/>
    <w:rsid w:val="0031040A"/>
    <w:rsid w:val="00322291"/>
    <w:rsid w:val="0033713D"/>
    <w:rsid w:val="00345D71"/>
    <w:rsid w:val="00346DEE"/>
    <w:rsid w:val="00356495"/>
    <w:rsid w:val="00365777"/>
    <w:rsid w:val="0036696D"/>
    <w:rsid w:val="00370AA0"/>
    <w:rsid w:val="00380961"/>
    <w:rsid w:val="0038552E"/>
    <w:rsid w:val="00385B19"/>
    <w:rsid w:val="00386435"/>
    <w:rsid w:val="00392CEF"/>
    <w:rsid w:val="00393B37"/>
    <w:rsid w:val="00394CA5"/>
    <w:rsid w:val="003A3E18"/>
    <w:rsid w:val="003A44C2"/>
    <w:rsid w:val="003B59F0"/>
    <w:rsid w:val="003D2CDE"/>
    <w:rsid w:val="003E3574"/>
    <w:rsid w:val="003E70C2"/>
    <w:rsid w:val="003F0C15"/>
    <w:rsid w:val="003F220D"/>
    <w:rsid w:val="003F2518"/>
    <w:rsid w:val="003F3652"/>
    <w:rsid w:val="003F6A62"/>
    <w:rsid w:val="004060B4"/>
    <w:rsid w:val="004113F5"/>
    <w:rsid w:val="00413105"/>
    <w:rsid w:val="004131CD"/>
    <w:rsid w:val="00420890"/>
    <w:rsid w:val="00437356"/>
    <w:rsid w:val="004443C6"/>
    <w:rsid w:val="00450DF8"/>
    <w:rsid w:val="00460667"/>
    <w:rsid w:val="00464824"/>
    <w:rsid w:val="00470248"/>
    <w:rsid w:val="00476489"/>
    <w:rsid w:val="00480ACE"/>
    <w:rsid w:val="004838D6"/>
    <w:rsid w:val="004870C5"/>
    <w:rsid w:val="00487C6A"/>
    <w:rsid w:val="004932C5"/>
    <w:rsid w:val="004961C6"/>
    <w:rsid w:val="00496DA4"/>
    <w:rsid w:val="004A3893"/>
    <w:rsid w:val="004A4CCC"/>
    <w:rsid w:val="004A7449"/>
    <w:rsid w:val="004B3120"/>
    <w:rsid w:val="004C33D4"/>
    <w:rsid w:val="004C38B3"/>
    <w:rsid w:val="004C60F7"/>
    <w:rsid w:val="004C6A0B"/>
    <w:rsid w:val="004D57F2"/>
    <w:rsid w:val="004D6994"/>
    <w:rsid w:val="004E6EA6"/>
    <w:rsid w:val="004F70A3"/>
    <w:rsid w:val="0050140B"/>
    <w:rsid w:val="0050264E"/>
    <w:rsid w:val="00504630"/>
    <w:rsid w:val="00506387"/>
    <w:rsid w:val="00513280"/>
    <w:rsid w:val="00513D90"/>
    <w:rsid w:val="00520C5C"/>
    <w:rsid w:val="0053059E"/>
    <w:rsid w:val="00540E26"/>
    <w:rsid w:val="00541488"/>
    <w:rsid w:val="00546B5F"/>
    <w:rsid w:val="00565585"/>
    <w:rsid w:val="00567A2D"/>
    <w:rsid w:val="0057709B"/>
    <w:rsid w:val="005815A0"/>
    <w:rsid w:val="00583751"/>
    <w:rsid w:val="00586C66"/>
    <w:rsid w:val="005A7CC5"/>
    <w:rsid w:val="005B2621"/>
    <w:rsid w:val="005C3B21"/>
    <w:rsid w:val="005D249D"/>
    <w:rsid w:val="005D3900"/>
    <w:rsid w:val="005D4114"/>
    <w:rsid w:val="005E76CA"/>
    <w:rsid w:val="005E7F97"/>
    <w:rsid w:val="00601BD2"/>
    <w:rsid w:val="006022CD"/>
    <w:rsid w:val="006063F1"/>
    <w:rsid w:val="00607BDA"/>
    <w:rsid w:val="0061062C"/>
    <w:rsid w:val="00613A88"/>
    <w:rsid w:val="00615126"/>
    <w:rsid w:val="00616363"/>
    <w:rsid w:val="006205D2"/>
    <w:rsid w:val="00623ACA"/>
    <w:rsid w:val="00642026"/>
    <w:rsid w:val="006601EC"/>
    <w:rsid w:val="00662F55"/>
    <w:rsid w:val="00663AEB"/>
    <w:rsid w:val="00664BEA"/>
    <w:rsid w:val="0066745A"/>
    <w:rsid w:val="00672025"/>
    <w:rsid w:val="00684D05"/>
    <w:rsid w:val="006863FB"/>
    <w:rsid w:val="00695E45"/>
    <w:rsid w:val="00697EAF"/>
    <w:rsid w:val="006B138D"/>
    <w:rsid w:val="006B5551"/>
    <w:rsid w:val="006C7570"/>
    <w:rsid w:val="006C7DF2"/>
    <w:rsid w:val="006D0D8D"/>
    <w:rsid w:val="006D1E4A"/>
    <w:rsid w:val="006D2077"/>
    <w:rsid w:val="006D65C9"/>
    <w:rsid w:val="006E0368"/>
    <w:rsid w:val="006E30FD"/>
    <w:rsid w:val="006E312E"/>
    <w:rsid w:val="006F5F8E"/>
    <w:rsid w:val="007067AA"/>
    <w:rsid w:val="007139A7"/>
    <w:rsid w:val="00724356"/>
    <w:rsid w:val="00727C53"/>
    <w:rsid w:val="00731382"/>
    <w:rsid w:val="0073304A"/>
    <w:rsid w:val="0075149A"/>
    <w:rsid w:val="00752315"/>
    <w:rsid w:val="00752C91"/>
    <w:rsid w:val="0076549B"/>
    <w:rsid w:val="00771464"/>
    <w:rsid w:val="00777C04"/>
    <w:rsid w:val="0078620F"/>
    <w:rsid w:val="007B0CC9"/>
    <w:rsid w:val="007B41A9"/>
    <w:rsid w:val="007B49BA"/>
    <w:rsid w:val="007B7B29"/>
    <w:rsid w:val="007C294F"/>
    <w:rsid w:val="007C3185"/>
    <w:rsid w:val="007D6AD1"/>
    <w:rsid w:val="007E4982"/>
    <w:rsid w:val="007F6D3D"/>
    <w:rsid w:val="00804F0B"/>
    <w:rsid w:val="00811F75"/>
    <w:rsid w:val="00823645"/>
    <w:rsid w:val="00827C47"/>
    <w:rsid w:val="00830891"/>
    <w:rsid w:val="00835879"/>
    <w:rsid w:val="00841E69"/>
    <w:rsid w:val="00853572"/>
    <w:rsid w:val="00857B10"/>
    <w:rsid w:val="00863625"/>
    <w:rsid w:val="0086399A"/>
    <w:rsid w:val="00863D64"/>
    <w:rsid w:val="008806D9"/>
    <w:rsid w:val="00882D45"/>
    <w:rsid w:val="008931CE"/>
    <w:rsid w:val="008A605F"/>
    <w:rsid w:val="008B040B"/>
    <w:rsid w:val="008B3A13"/>
    <w:rsid w:val="008B7E08"/>
    <w:rsid w:val="008C656E"/>
    <w:rsid w:val="008D4155"/>
    <w:rsid w:val="008D5597"/>
    <w:rsid w:val="008D608B"/>
    <w:rsid w:val="008E49DD"/>
    <w:rsid w:val="008F409F"/>
    <w:rsid w:val="00903B9D"/>
    <w:rsid w:val="00912645"/>
    <w:rsid w:val="00914779"/>
    <w:rsid w:val="00915238"/>
    <w:rsid w:val="00922207"/>
    <w:rsid w:val="00927894"/>
    <w:rsid w:val="00933653"/>
    <w:rsid w:val="00940751"/>
    <w:rsid w:val="00950959"/>
    <w:rsid w:val="00952F70"/>
    <w:rsid w:val="00955B1E"/>
    <w:rsid w:val="009654AA"/>
    <w:rsid w:val="0097569B"/>
    <w:rsid w:val="009808F2"/>
    <w:rsid w:val="00981DA4"/>
    <w:rsid w:val="0098503B"/>
    <w:rsid w:val="00987BA4"/>
    <w:rsid w:val="00992209"/>
    <w:rsid w:val="009952BD"/>
    <w:rsid w:val="009A047F"/>
    <w:rsid w:val="009A6DE6"/>
    <w:rsid w:val="009D112F"/>
    <w:rsid w:val="009E002C"/>
    <w:rsid w:val="009F5EFF"/>
    <w:rsid w:val="00A3289E"/>
    <w:rsid w:val="00A3393A"/>
    <w:rsid w:val="00A4564C"/>
    <w:rsid w:val="00A45958"/>
    <w:rsid w:val="00A459D8"/>
    <w:rsid w:val="00A47C24"/>
    <w:rsid w:val="00A50157"/>
    <w:rsid w:val="00A51E24"/>
    <w:rsid w:val="00A568AB"/>
    <w:rsid w:val="00A645B9"/>
    <w:rsid w:val="00A711FC"/>
    <w:rsid w:val="00A73F9E"/>
    <w:rsid w:val="00A828D4"/>
    <w:rsid w:val="00A84E38"/>
    <w:rsid w:val="00A9260E"/>
    <w:rsid w:val="00A959EB"/>
    <w:rsid w:val="00AA5217"/>
    <w:rsid w:val="00AA7F7C"/>
    <w:rsid w:val="00AB28AC"/>
    <w:rsid w:val="00AC69C3"/>
    <w:rsid w:val="00AD28CA"/>
    <w:rsid w:val="00AE3A40"/>
    <w:rsid w:val="00AF1335"/>
    <w:rsid w:val="00AF1CE3"/>
    <w:rsid w:val="00B01A85"/>
    <w:rsid w:val="00B02062"/>
    <w:rsid w:val="00B0531A"/>
    <w:rsid w:val="00B0637C"/>
    <w:rsid w:val="00B13E3A"/>
    <w:rsid w:val="00B15438"/>
    <w:rsid w:val="00B1763B"/>
    <w:rsid w:val="00B17D40"/>
    <w:rsid w:val="00B202F8"/>
    <w:rsid w:val="00B253CA"/>
    <w:rsid w:val="00B264C5"/>
    <w:rsid w:val="00B42D75"/>
    <w:rsid w:val="00B43823"/>
    <w:rsid w:val="00B46291"/>
    <w:rsid w:val="00B50629"/>
    <w:rsid w:val="00B53C06"/>
    <w:rsid w:val="00B54D69"/>
    <w:rsid w:val="00B60216"/>
    <w:rsid w:val="00B73BC3"/>
    <w:rsid w:val="00B81728"/>
    <w:rsid w:val="00B942A1"/>
    <w:rsid w:val="00BA1928"/>
    <w:rsid w:val="00BA245B"/>
    <w:rsid w:val="00BB0871"/>
    <w:rsid w:val="00BB3A8D"/>
    <w:rsid w:val="00BB7DD2"/>
    <w:rsid w:val="00BB7F2F"/>
    <w:rsid w:val="00BC20AB"/>
    <w:rsid w:val="00BC303F"/>
    <w:rsid w:val="00BC3C0D"/>
    <w:rsid w:val="00BC7339"/>
    <w:rsid w:val="00BE14FB"/>
    <w:rsid w:val="00BE333E"/>
    <w:rsid w:val="00BE407F"/>
    <w:rsid w:val="00BE7B37"/>
    <w:rsid w:val="00BE7FBA"/>
    <w:rsid w:val="00C03B8D"/>
    <w:rsid w:val="00C17E6C"/>
    <w:rsid w:val="00C2151A"/>
    <w:rsid w:val="00C32502"/>
    <w:rsid w:val="00C35C0A"/>
    <w:rsid w:val="00C40694"/>
    <w:rsid w:val="00C45DD0"/>
    <w:rsid w:val="00C4682E"/>
    <w:rsid w:val="00C52504"/>
    <w:rsid w:val="00C63F42"/>
    <w:rsid w:val="00C647EC"/>
    <w:rsid w:val="00C733E1"/>
    <w:rsid w:val="00C81A0B"/>
    <w:rsid w:val="00C86284"/>
    <w:rsid w:val="00C86682"/>
    <w:rsid w:val="00C92F42"/>
    <w:rsid w:val="00CA3971"/>
    <w:rsid w:val="00CA5C13"/>
    <w:rsid w:val="00CB0A39"/>
    <w:rsid w:val="00CB486F"/>
    <w:rsid w:val="00CC0F89"/>
    <w:rsid w:val="00CC3285"/>
    <w:rsid w:val="00CC5757"/>
    <w:rsid w:val="00CC716D"/>
    <w:rsid w:val="00CE04E5"/>
    <w:rsid w:val="00CE063A"/>
    <w:rsid w:val="00CE0E44"/>
    <w:rsid w:val="00CE2418"/>
    <w:rsid w:val="00CF04E0"/>
    <w:rsid w:val="00D0291B"/>
    <w:rsid w:val="00D0589D"/>
    <w:rsid w:val="00D101D8"/>
    <w:rsid w:val="00D21C84"/>
    <w:rsid w:val="00D23B89"/>
    <w:rsid w:val="00D25CD0"/>
    <w:rsid w:val="00D41C72"/>
    <w:rsid w:val="00D41CEC"/>
    <w:rsid w:val="00D434DF"/>
    <w:rsid w:val="00D45152"/>
    <w:rsid w:val="00D505C6"/>
    <w:rsid w:val="00D57DC9"/>
    <w:rsid w:val="00D60600"/>
    <w:rsid w:val="00D63748"/>
    <w:rsid w:val="00D6619F"/>
    <w:rsid w:val="00D675F0"/>
    <w:rsid w:val="00D67D0D"/>
    <w:rsid w:val="00D73D1D"/>
    <w:rsid w:val="00D7710F"/>
    <w:rsid w:val="00D805FC"/>
    <w:rsid w:val="00D81602"/>
    <w:rsid w:val="00D83C4E"/>
    <w:rsid w:val="00D9110E"/>
    <w:rsid w:val="00DA56C9"/>
    <w:rsid w:val="00DB0B83"/>
    <w:rsid w:val="00DB74EF"/>
    <w:rsid w:val="00DC7948"/>
    <w:rsid w:val="00DD0888"/>
    <w:rsid w:val="00DD0A57"/>
    <w:rsid w:val="00DF0FDB"/>
    <w:rsid w:val="00DF2DC2"/>
    <w:rsid w:val="00DF4A2D"/>
    <w:rsid w:val="00DF635C"/>
    <w:rsid w:val="00E00AD6"/>
    <w:rsid w:val="00E01DC5"/>
    <w:rsid w:val="00E02359"/>
    <w:rsid w:val="00E0291C"/>
    <w:rsid w:val="00E050C2"/>
    <w:rsid w:val="00E0754B"/>
    <w:rsid w:val="00E144A0"/>
    <w:rsid w:val="00E16951"/>
    <w:rsid w:val="00E174B2"/>
    <w:rsid w:val="00E20A54"/>
    <w:rsid w:val="00E2447D"/>
    <w:rsid w:val="00E2662E"/>
    <w:rsid w:val="00E320B5"/>
    <w:rsid w:val="00E43ECA"/>
    <w:rsid w:val="00E52E9D"/>
    <w:rsid w:val="00E55DA2"/>
    <w:rsid w:val="00E58E0D"/>
    <w:rsid w:val="00E6233D"/>
    <w:rsid w:val="00E64D94"/>
    <w:rsid w:val="00E713BD"/>
    <w:rsid w:val="00E748D7"/>
    <w:rsid w:val="00E76857"/>
    <w:rsid w:val="00E80B66"/>
    <w:rsid w:val="00E86650"/>
    <w:rsid w:val="00E86E05"/>
    <w:rsid w:val="00E86E27"/>
    <w:rsid w:val="00E87262"/>
    <w:rsid w:val="00EC49A6"/>
    <w:rsid w:val="00ED281A"/>
    <w:rsid w:val="00EE02E7"/>
    <w:rsid w:val="00EE7413"/>
    <w:rsid w:val="00EF2E34"/>
    <w:rsid w:val="00EF6930"/>
    <w:rsid w:val="00F04951"/>
    <w:rsid w:val="00F06D2A"/>
    <w:rsid w:val="00F1031C"/>
    <w:rsid w:val="00F10E26"/>
    <w:rsid w:val="00F13875"/>
    <w:rsid w:val="00F27D97"/>
    <w:rsid w:val="00F31272"/>
    <w:rsid w:val="00F42308"/>
    <w:rsid w:val="00F45035"/>
    <w:rsid w:val="00F57CC7"/>
    <w:rsid w:val="00F61CFD"/>
    <w:rsid w:val="00F61D14"/>
    <w:rsid w:val="00F62237"/>
    <w:rsid w:val="00F70430"/>
    <w:rsid w:val="00F71414"/>
    <w:rsid w:val="00F762EA"/>
    <w:rsid w:val="00F86F49"/>
    <w:rsid w:val="00F87CB8"/>
    <w:rsid w:val="00F92671"/>
    <w:rsid w:val="00F93696"/>
    <w:rsid w:val="00F95CFA"/>
    <w:rsid w:val="00F9708E"/>
    <w:rsid w:val="00F97D3B"/>
    <w:rsid w:val="00FA1F2B"/>
    <w:rsid w:val="00FA1FBD"/>
    <w:rsid w:val="00FA5C48"/>
    <w:rsid w:val="00FB39FE"/>
    <w:rsid w:val="00FB6EEC"/>
    <w:rsid w:val="00FC7973"/>
    <w:rsid w:val="00FD450A"/>
    <w:rsid w:val="00FE12D4"/>
    <w:rsid w:val="00FE33FF"/>
    <w:rsid w:val="00FE7594"/>
    <w:rsid w:val="00FE7783"/>
    <w:rsid w:val="00FF40D5"/>
    <w:rsid w:val="00FF57B7"/>
    <w:rsid w:val="015DC96F"/>
    <w:rsid w:val="03143DDC"/>
    <w:rsid w:val="03C3CF5A"/>
    <w:rsid w:val="0439320A"/>
    <w:rsid w:val="0BF84C8C"/>
    <w:rsid w:val="0E0F7778"/>
    <w:rsid w:val="0F0F3E2E"/>
    <w:rsid w:val="0F3290E9"/>
    <w:rsid w:val="101511CF"/>
    <w:rsid w:val="140319EC"/>
    <w:rsid w:val="150C6706"/>
    <w:rsid w:val="17DF6673"/>
    <w:rsid w:val="17F6E73F"/>
    <w:rsid w:val="18801B9F"/>
    <w:rsid w:val="18E40C3E"/>
    <w:rsid w:val="1AE5AF46"/>
    <w:rsid w:val="1D57C148"/>
    <w:rsid w:val="1FEBF6E3"/>
    <w:rsid w:val="23A47373"/>
    <w:rsid w:val="2533B44A"/>
    <w:rsid w:val="25430480"/>
    <w:rsid w:val="261F3750"/>
    <w:rsid w:val="27B2468B"/>
    <w:rsid w:val="2862EFA0"/>
    <w:rsid w:val="2B08B3C1"/>
    <w:rsid w:val="2BE9008E"/>
    <w:rsid w:val="2DAA7B27"/>
    <w:rsid w:val="2EA6EC9C"/>
    <w:rsid w:val="2F6F1267"/>
    <w:rsid w:val="32700240"/>
    <w:rsid w:val="34A32215"/>
    <w:rsid w:val="399AA924"/>
    <w:rsid w:val="3B6D13FB"/>
    <w:rsid w:val="3E4C033A"/>
    <w:rsid w:val="43681F71"/>
    <w:rsid w:val="44889240"/>
    <w:rsid w:val="4912DB97"/>
    <w:rsid w:val="4A84E92E"/>
    <w:rsid w:val="5114438E"/>
    <w:rsid w:val="514C2EF8"/>
    <w:rsid w:val="5277939D"/>
    <w:rsid w:val="55B1B7E7"/>
    <w:rsid w:val="58C85DD9"/>
    <w:rsid w:val="5A2454E6"/>
    <w:rsid w:val="5C410C3F"/>
    <w:rsid w:val="61B94D22"/>
    <w:rsid w:val="620D1CA5"/>
    <w:rsid w:val="622B1A88"/>
    <w:rsid w:val="63E129AE"/>
    <w:rsid w:val="66329722"/>
    <w:rsid w:val="66D1B834"/>
    <w:rsid w:val="67359348"/>
    <w:rsid w:val="6A96E8A0"/>
    <w:rsid w:val="6AA0E36C"/>
    <w:rsid w:val="6CD93225"/>
    <w:rsid w:val="6D21ACC6"/>
    <w:rsid w:val="705EA77E"/>
    <w:rsid w:val="71B58DA0"/>
    <w:rsid w:val="729C1DA2"/>
    <w:rsid w:val="74CB1BAD"/>
    <w:rsid w:val="752F3175"/>
    <w:rsid w:val="799B308B"/>
    <w:rsid w:val="7A2D0FE9"/>
    <w:rsid w:val="7BD59049"/>
    <w:rsid w:val="7E908E83"/>
    <w:rsid w:val="7E98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A199E"/>
  <w15:docId w15:val="{DBEAC6D5-5BCA-49FB-A8E3-65E38A6AEF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15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15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deglobo">
    <w:name w:val="Balloon Text"/>
    <w:basedOn w:val="Normal"/>
    <w:link w:val="TextodegloboCar"/>
    <w:rsid w:val="00940751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rsid w:val="00940751"/>
    <w:rPr>
      <w:rFonts w:ascii="Tahoma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image" Target="/media/image2.png" Id="Rf13f95f4de244696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7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6B247-9A85-41FF-8B59-32332513033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~wd07.tmp</ap:Template>
  <ap:Application>Microsoft Word for the web</ap:Application>
  <ap:DocSecurity>0</ap:DocSecurity>
  <ap:ScaleCrop>false</ap:ScaleCrop>
  <ap:Company>I.N.A.H.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INSTITUTO NACIONAL DE ANTROPOLOGIA E HISTORIA</dc:title>
  <dc:creator>DIRECCION DE INFORMATICA</dc:creator>
  <lastModifiedBy>MARIA DEL ROCIO DE SANTIAGO JAUREGUI</lastModifiedBy>
  <revision>9</revision>
  <lastPrinted>2022-09-05T15:43:00.0000000Z</lastPrinted>
  <dcterms:created xsi:type="dcterms:W3CDTF">2023-06-12T15:15:00.0000000Z</dcterms:created>
  <dcterms:modified xsi:type="dcterms:W3CDTF">2024-11-05T22:58:46.8992739Z</dcterms:modified>
</coreProperties>
</file>